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240" w:rsidRPr="00390D87" w:rsidRDefault="001F4240" w:rsidP="00760CD4">
      <w:pPr>
        <w:ind w:left="-284" w:firstLine="284"/>
        <w:rPr>
          <w:rFonts w:ascii="Times New Roman" w:hAnsi="Times New Roman"/>
          <w:b/>
          <w:sz w:val="24"/>
          <w:szCs w:val="24"/>
        </w:rPr>
      </w:pPr>
      <w:r w:rsidRPr="00390D87">
        <w:rPr>
          <w:rFonts w:ascii="Times New Roman" w:hAnsi="Times New Roman"/>
          <w:b/>
          <w:sz w:val="24"/>
          <w:szCs w:val="24"/>
        </w:rPr>
        <w:t>Дневник для __</w:t>
      </w:r>
      <w:r w:rsidRPr="000C182C">
        <w:rPr>
          <w:rFonts w:ascii="Times New Roman" w:hAnsi="Times New Roman"/>
          <w:b/>
          <w:sz w:val="24"/>
          <w:szCs w:val="24"/>
          <w:u w:val="single"/>
        </w:rPr>
        <w:t>6-а</w:t>
      </w:r>
      <w:r w:rsidRPr="00390D87">
        <w:rPr>
          <w:rFonts w:ascii="Times New Roman" w:hAnsi="Times New Roman"/>
          <w:b/>
          <w:sz w:val="24"/>
          <w:szCs w:val="24"/>
        </w:rPr>
        <w:t xml:space="preserve">___ класса  </w:t>
      </w:r>
      <w:r>
        <w:rPr>
          <w:rFonts w:ascii="Times New Roman" w:hAnsi="Times New Roman"/>
          <w:b/>
          <w:sz w:val="24"/>
          <w:szCs w:val="24"/>
        </w:rPr>
        <w:t>МКОУ «Ашагастальская СОШ</w:t>
      </w:r>
      <w:r w:rsidRPr="00390D87">
        <w:rPr>
          <w:rFonts w:ascii="Times New Roman" w:hAnsi="Times New Roman"/>
          <w:b/>
          <w:sz w:val="24"/>
          <w:szCs w:val="24"/>
        </w:rPr>
        <w:t>»</w:t>
      </w:r>
    </w:p>
    <w:tbl>
      <w:tblPr>
        <w:tblW w:w="1111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8"/>
        <w:gridCol w:w="1941"/>
        <w:gridCol w:w="4394"/>
        <w:gridCol w:w="1745"/>
        <w:gridCol w:w="2705"/>
      </w:tblGrid>
      <w:tr w:rsidR="001F4240" w:rsidRPr="00652710" w:rsidTr="00652710">
        <w:trPr>
          <w:trHeight w:val="414"/>
        </w:trPr>
        <w:tc>
          <w:tcPr>
            <w:tcW w:w="328" w:type="dxa"/>
            <w:shd w:val="clear" w:color="auto" w:fill="DBE5F1"/>
          </w:tcPr>
          <w:p w:rsidR="001F4240" w:rsidRPr="00652710" w:rsidRDefault="001F4240" w:rsidP="00652710">
            <w:pPr>
              <w:spacing w:after="0" w:line="240" w:lineRule="auto"/>
            </w:pPr>
          </w:p>
        </w:tc>
        <w:tc>
          <w:tcPr>
            <w:tcW w:w="10785" w:type="dxa"/>
            <w:gridSpan w:val="4"/>
            <w:shd w:val="clear" w:color="auto" w:fill="DBE5F1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Понедельник   27</w:t>
            </w:r>
            <w:r w:rsidRPr="00652710">
              <w:rPr>
                <w:rFonts w:ascii="Times New Roman" w:hAnsi="Times New Roman"/>
                <w:b/>
                <w:sz w:val="24"/>
                <w:szCs w:val="24"/>
              </w:rPr>
              <w:t>.04.2020</w:t>
            </w:r>
          </w:p>
        </w:tc>
      </w:tr>
      <w:tr w:rsidR="001F4240" w:rsidRPr="00652710" w:rsidTr="00652710">
        <w:trPr>
          <w:trHeight w:val="586"/>
        </w:trPr>
        <w:tc>
          <w:tcPr>
            <w:tcW w:w="328" w:type="dxa"/>
          </w:tcPr>
          <w:p w:rsidR="001F4240" w:rsidRPr="00652710" w:rsidRDefault="001F4240" w:rsidP="00652710">
            <w:pPr>
              <w:spacing w:after="0" w:line="240" w:lineRule="auto"/>
            </w:pPr>
          </w:p>
        </w:tc>
        <w:tc>
          <w:tcPr>
            <w:tcW w:w="1941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2710">
              <w:rPr>
                <w:rFonts w:ascii="Times New Roman" w:hAnsi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4394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2710">
              <w:rPr>
                <w:rFonts w:ascii="Times New Roman" w:hAnsi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1745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2710">
              <w:rPr>
                <w:rFonts w:ascii="Times New Roman" w:hAnsi="Times New Roman"/>
                <w:b/>
                <w:sz w:val="24"/>
                <w:szCs w:val="24"/>
              </w:rPr>
              <w:t>Какой используется портал</w:t>
            </w:r>
          </w:p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2710">
              <w:rPr>
                <w:rFonts w:ascii="Times New Roman" w:hAnsi="Times New Roman"/>
                <w:b/>
                <w:sz w:val="24"/>
                <w:szCs w:val="24"/>
              </w:rPr>
              <w:t>(РЭШ,</w:t>
            </w:r>
            <w:r w:rsidRPr="0065271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WhatsApp</w:t>
            </w:r>
            <w:r w:rsidRPr="0065271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2705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2710">
              <w:rPr>
                <w:rFonts w:ascii="Times New Roman" w:hAnsi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1F4240" w:rsidRPr="00652710" w:rsidTr="00652710">
        <w:trPr>
          <w:trHeight w:val="134"/>
        </w:trPr>
        <w:tc>
          <w:tcPr>
            <w:tcW w:w="328" w:type="dxa"/>
          </w:tcPr>
          <w:p w:rsidR="001F4240" w:rsidRPr="00652710" w:rsidRDefault="001F4240" w:rsidP="00652710">
            <w:pPr>
              <w:spacing w:after="0" w:line="240" w:lineRule="auto"/>
            </w:pPr>
            <w:r w:rsidRPr="00652710">
              <w:t>1</w:t>
            </w:r>
          </w:p>
        </w:tc>
        <w:tc>
          <w:tcPr>
            <w:tcW w:w="1941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710">
              <w:rPr>
                <w:rFonts w:ascii="Times New Roman" w:hAnsi="Times New Roman"/>
                <w:sz w:val="24"/>
                <w:szCs w:val="24"/>
              </w:rPr>
              <w:t>Родная литература</w:t>
            </w:r>
          </w:p>
        </w:tc>
        <w:tc>
          <w:tcPr>
            <w:tcW w:w="4394" w:type="dxa"/>
          </w:tcPr>
          <w:p w:rsidR="001F4240" w:rsidRPr="008C10DC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Эфенди Капиев «Интурисдихъ галаз рахунар»</w:t>
            </w:r>
          </w:p>
        </w:tc>
        <w:tc>
          <w:tcPr>
            <w:tcW w:w="1745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52710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Суьгьбет </w:t>
            </w:r>
          </w:p>
        </w:tc>
      </w:tr>
      <w:tr w:rsidR="001F4240" w:rsidRPr="00652710" w:rsidTr="00652710">
        <w:trPr>
          <w:trHeight w:val="118"/>
        </w:trPr>
        <w:tc>
          <w:tcPr>
            <w:tcW w:w="328" w:type="dxa"/>
          </w:tcPr>
          <w:p w:rsidR="001F4240" w:rsidRPr="00652710" w:rsidRDefault="001F4240" w:rsidP="00652710">
            <w:pPr>
              <w:spacing w:after="0" w:line="240" w:lineRule="auto"/>
            </w:pPr>
            <w:r w:rsidRPr="00652710">
              <w:t>2</w:t>
            </w:r>
          </w:p>
        </w:tc>
        <w:tc>
          <w:tcPr>
            <w:tcW w:w="1941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710">
              <w:rPr>
                <w:rFonts w:ascii="Times New Roman" w:hAnsi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4394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Осевая и центральная симметрия</w:t>
            </w:r>
          </w:p>
        </w:tc>
        <w:tc>
          <w:tcPr>
            <w:tcW w:w="1745" w:type="dxa"/>
          </w:tcPr>
          <w:p w:rsidR="001F4240" w:rsidRPr="00652710" w:rsidRDefault="001F4240" w:rsidP="00652710">
            <w:pPr>
              <w:spacing w:after="0" w:line="240" w:lineRule="auto"/>
            </w:pPr>
            <w:r w:rsidRPr="00652710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710">
              <w:rPr>
                <w:rFonts w:ascii="Times New Roman" w:hAnsi="Times New Roman"/>
                <w:sz w:val="24"/>
                <w:szCs w:val="24"/>
                <w:lang w:val="en-US"/>
              </w:rPr>
              <w:t>&amp;</w:t>
            </w:r>
            <w:r>
              <w:rPr>
                <w:rFonts w:ascii="Times New Roman" w:hAnsi="Times New Roman"/>
                <w:sz w:val="24"/>
                <w:szCs w:val="24"/>
              </w:rPr>
              <w:t>41, №1253,1255,1258</w:t>
            </w:r>
          </w:p>
        </w:tc>
      </w:tr>
      <w:tr w:rsidR="001F4240" w:rsidRPr="00652710" w:rsidTr="00652710">
        <w:trPr>
          <w:trHeight w:val="118"/>
        </w:trPr>
        <w:tc>
          <w:tcPr>
            <w:tcW w:w="328" w:type="dxa"/>
          </w:tcPr>
          <w:p w:rsidR="001F4240" w:rsidRPr="00652710" w:rsidRDefault="001F4240" w:rsidP="00652710">
            <w:pPr>
              <w:spacing w:after="0" w:line="240" w:lineRule="auto"/>
            </w:pPr>
            <w:r w:rsidRPr="00652710">
              <w:t>3</w:t>
            </w:r>
          </w:p>
        </w:tc>
        <w:tc>
          <w:tcPr>
            <w:tcW w:w="1941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710">
              <w:rPr>
                <w:rFonts w:ascii="Times New Roman" w:hAnsi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4394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наречий. Слитное и раздельное написание наречий.</w:t>
            </w:r>
          </w:p>
        </w:tc>
        <w:tc>
          <w:tcPr>
            <w:tcW w:w="1745" w:type="dxa"/>
          </w:tcPr>
          <w:p w:rsidR="001F4240" w:rsidRPr="00652710" w:rsidRDefault="001F4240" w:rsidP="00652710">
            <w:pPr>
              <w:spacing w:after="0" w:line="240" w:lineRule="auto"/>
            </w:pPr>
            <w:r w:rsidRPr="00652710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&amp;23</w:t>
            </w:r>
            <w:r w:rsidRPr="00652710">
              <w:rPr>
                <w:rFonts w:ascii="Times New Roman" w:hAnsi="Times New Roman"/>
                <w:sz w:val="24"/>
                <w:szCs w:val="24"/>
              </w:rPr>
              <w:t>,Упр.</w:t>
            </w:r>
            <w:r w:rsidRPr="0074346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4240" w:rsidRPr="00652710" w:rsidTr="00652710">
        <w:trPr>
          <w:trHeight w:val="118"/>
        </w:trPr>
        <w:tc>
          <w:tcPr>
            <w:tcW w:w="328" w:type="dxa"/>
          </w:tcPr>
          <w:p w:rsidR="001F4240" w:rsidRPr="00652710" w:rsidRDefault="001F4240" w:rsidP="00652710">
            <w:pPr>
              <w:spacing w:after="0" w:line="240" w:lineRule="auto"/>
            </w:pPr>
            <w:r w:rsidRPr="00652710">
              <w:t>4</w:t>
            </w:r>
          </w:p>
        </w:tc>
        <w:tc>
          <w:tcPr>
            <w:tcW w:w="1941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710"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  <w:tc>
          <w:tcPr>
            <w:tcW w:w="4394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Прошедшее </w:t>
            </w:r>
            <w:r w:rsidRPr="00652710">
              <w:rPr>
                <w:rFonts w:ascii="Times New Roman" w:hAnsi="Times New Roman"/>
                <w:sz w:val="24"/>
                <w:szCs w:val="24"/>
              </w:rPr>
              <w:t xml:space="preserve"> время глагола</w:t>
            </w:r>
          </w:p>
        </w:tc>
        <w:tc>
          <w:tcPr>
            <w:tcW w:w="1745" w:type="dxa"/>
          </w:tcPr>
          <w:p w:rsidR="001F4240" w:rsidRPr="00652710" w:rsidRDefault="001F4240" w:rsidP="00652710">
            <w:pPr>
              <w:spacing w:after="0" w:line="240" w:lineRule="auto"/>
            </w:pPr>
            <w:r w:rsidRPr="00652710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&amp;51,упр.220</w:t>
            </w:r>
          </w:p>
        </w:tc>
      </w:tr>
      <w:tr w:rsidR="001F4240" w:rsidRPr="00652710" w:rsidTr="00652710">
        <w:trPr>
          <w:trHeight w:val="101"/>
        </w:trPr>
        <w:tc>
          <w:tcPr>
            <w:tcW w:w="328" w:type="dxa"/>
          </w:tcPr>
          <w:p w:rsidR="001F4240" w:rsidRPr="00652710" w:rsidRDefault="001F4240" w:rsidP="00652710">
            <w:pPr>
              <w:spacing w:after="0" w:line="240" w:lineRule="auto"/>
            </w:pPr>
            <w:r w:rsidRPr="00652710">
              <w:t>5</w:t>
            </w:r>
          </w:p>
        </w:tc>
        <w:tc>
          <w:tcPr>
            <w:tcW w:w="1941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710">
              <w:rPr>
                <w:rFonts w:ascii="Times New Roman" w:hAnsi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4394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Объединение русских земель вокруг Москвы. Куликовская битва</w:t>
            </w:r>
          </w:p>
        </w:tc>
        <w:tc>
          <w:tcPr>
            <w:tcW w:w="1745" w:type="dxa"/>
          </w:tcPr>
          <w:p w:rsidR="001F4240" w:rsidRPr="00652710" w:rsidRDefault="001F4240" w:rsidP="00652710">
            <w:pPr>
              <w:spacing w:after="0" w:line="240" w:lineRule="auto"/>
            </w:pPr>
            <w:r w:rsidRPr="00652710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&amp;20</w:t>
            </w:r>
            <w:r w:rsidRPr="00652710">
              <w:rPr>
                <w:rFonts w:ascii="Times New Roman" w:hAnsi="Times New Roman"/>
                <w:sz w:val="24"/>
                <w:szCs w:val="24"/>
              </w:rPr>
              <w:t>, подготовить ответы на вопросы</w:t>
            </w:r>
          </w:p>
        </w:tc>
      </w:tr>
      <w:tr w:rsidR="001F4240" w:rsidRPr="00652710" w:rsidTr="00652710">
        <w:trPr>
          <w:trHeight w:val="101"/>
        </w:trPr>
        <w:tc>
          <w:tcPr>
            <w:tcW w:w="328" w:type="dxa"/>
          </w:tcPr>
          <w:p w:rsidR="001F4240" w:rsidRPr="00652710" w:rsidRDefault="001F4240" w:rsidP="00652710">
            <w:pPr>
              <w:spacing w:after="0" w:line="240" w:lineRule="auto"/>
            </w:pPr>
            <w:r w:rsidRPr="00652710">
              <w:t>6</w:t>
            </w:r>
          </w:p>
        </w:tc>
        <w:tc>
          <w:tcPr>
            <w:tcW w:w="1941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710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4394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Равномерный бег. Развитие выносливости</w:t>
            </w:r>
          </w:p>
        </w:tc>
        <w:tc>
          <w:tcPr>
            <w:tcW w:w="1745" w:type="dxa"/>
          </w:tcPr>
          <w:p w:rsidR="001F4240" w:rsidRPr="00652710" w:rsidRDefault="001F4240" w:rsidP="00652710">
            <w:pPr>
              <w:spacing w:after="0" w:line="240" w:lineRule="auto"/>
            </w:pPr>
            <w:r w:rsidRPr="00652710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710">
              <w:rPr>
                <w:rFonts w:ascii="Times New Roman" w:hAnsi="Times New Roman"/>
                <w:sz w:val="24"/>
                <w:szCs w:val="24"/>
              </w:rPr>
              <w:t>Выполнить тренировочные задания на РЭШ</w:t>
            </w:r>
          </w:p>
        </w:tc>
      </w:tr>
      <w:tr w:rsidR="001F4240" w:rsidRPr="00652710" w:rsidTr="00652710">
        <w:trPr>
          <w:trHeight w:val="417"/>
        </w:trPr>
        <w:tc>
          <w:tcPr>
            <w:tcW w:w="328" w:type="dxa"/>
            <w:shd w:val="clear" w:color="auto" w:fill="DBE5F1"/>
          </w:tcPr>
          <w:p w:rsidR="001F4240" w:rsidRPr="00652710" w:rsidRDefault="001F4240" w:rsidP="00652710">
            <w:pPr>
              <w:spacing w:after="0" w:line="240" w:lineRule="auto"/>
            </w:pPr>
          </w:p>
        </w:tc>
        <w:tc>
          <w:tcPr>
            <w:tcW w:w="8080" w:type="dxa"/>
            <w:gridSpan w:val="3"/>
            <w:shd w:val="clear" w:color="auto" w:fill="DBE5F1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Вторник 28</w:t>
            </w:r>
            <w:r w:rsidRPr="00652710">
              <w:rPr>
                <w:rFonts w:ascii="Times New Roman" w:hAnsi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2705" w:type="dxa"/>
            <w:shd w:val="clear" w:color="auto" w:fill="DBE5F1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4240" w:rsidRPr="00652710" w:rsidTr="00652710">
        <w:trPr>
          <w:trHeight w:val="125"/>
        </w:trPr>
        <w:tc>
          <w:tcPr>
            <w:tcW w:w="328" w:type="dxa"/>
          </w:tcPr>
          <w:p w:rsidR="001F4240" w:rsidRPr="00652710" w:rsidRDefault="001F4240" w:rsidP="00652710">
            <w:pPr>
              <w:spacing w:after="0" w:line="240" w:lineRule="auto"/>
            </w:pPr>
            <w:r w:rsidRPr="00652710">
              <w:t>1</w:t>
            </w:r>
          </w:p>
        </w:tc>
        <w:tc>
          <w:tcPr>
            <w:tcW w:w="1941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710">
              <w:rPr>
                <w:rFonts w:ascii="Times New Roman" w:hAnsi="Times New Roman"/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4394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Новые лексические единицы при описании внешности человека</w:t>
            </w:r>
          </w:p>
        </w:tc>
        <w:tc>
          <w:tcPr>
            <w:tcW w:w="1745" w:type="dxa"/>
          </w:tcPr>
          <w:p w:rsidR="001F4240" w:rsidRPr="00652710" w:rsidRDefault="001F4240" w:rsidP="00652710">
            <w:pPr>
              <w:spacing w:after="0" w:line="240" w:lineRule="auto"/>
            </w:pPr>
            <w:r w:rsidRPr="00652710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710">
              <w:rPr>
                <w:rFonts w:ascii="Times New Roman" w:hAnsi="Times New Roman"/>
                <w:sz w:val="24"/>
                <w:szCs w:val="24"/>
              </w:rPr>
              <w:t xml:space="preserve"> выучить слова</w:t>
            </w:r>
          </w:p>
        </w:tc>
      </w:tr>
      <w:tr w:rsidR="001F4240" w:rsidRPr="00652710" w:rsidTr="00652710">
        <w:trPr>
          <w:trHeight w:val="134"/>
        </w:trPr>
        <w:tc>
          <w:tcPr>
            <w:tcW w:w="328" w:type="dxa"/>
          </w:tcPr>
          <w:p w:rsidR="001F4240" w:rsidRPr="00652710" w:rsidRDefault="001F4240" w:rsidP="00652710">
            <w:pPr>
              <w:spacing w:after="0" w:line="240" w:lineRule="auto"/>
            </w:pPr>
            <w:r w:rsidRPr="00652710">
              <w:t>2</w:t>
            </w:r>
          </w:p>
        </w:tc>
        <w:tc>
          <w:tcPr>
            <w:tcW w:w="1941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710">
              <w:rPr>
                <w:rFonts w:ascii="Times New Roman" w:hAnsi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4394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Осевая и центральная симметрия</w:t>
            </w:r>
          </w:p>
        </w:tc>
        <w:tc>
          <w:tcPr>
            <w:tcW w:w="1745" w:type="dxa"/>
          </w:tcPr>
          <w:p w:rsidR="001F4240" w:rsidRPr="00652710" w:rsidRDefault="001F4240" w:rsidP="00652710">
            <w:pPr>
              <w:spacing w:after="0" w:line="240" w:lineRule="auto"/>
            </w:pPr>
            <w:r w:rsidRPr="00652710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№1260,1262,1267</w:t>
            </w:r>
          </w:p>
        </w:tc>
      </w:tr>
      <w:tr w:rsidR="001F4240" w:rsidRPr="00652710" w:rsidTr="00652710">
        <w:trPr>
          <w:trHeight w:val="109"/>
        </w:trPr>
        <w:tc>
          <w:tcPr>
            <w:tcW w:w="328" w:type="dxa"/>
          </w:tcPr>
          <w:p w:rsidR="001F4240" w:rsidRPr="00652710" w:rsidRDefault="001F4240" w:rsidP="00652710">
            <w:pPr>
              <w:spacing w:after="0" w:line="240" w:lineRule="auto"/>
            </w:pPr>
            <w:r w:rsidRPr="00652710">
              <w:t>3</w:t>
            </w:r>
          </w:p>
        </w:tc>
        <w:tc>
          <w:tcPr>
            <w:tcW w:w="1941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710">
              <w:rPr>
                <w:rFonts w:ascii="Times New Roman" w:hAnsi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4394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Обобщающее повторение</w:t>
            </w:r>
          </w:p>
        </w:tc>
        <w:tc>
          <w:tcPr>
            <w:tcW w:w="1745" w:type="dxa"/>
          </w:tcPr>
          <w:p w:rsidR="001F4240" w:rsidRPr="00652710" w:rsidRDefault="001F4240" w:rsidP="00652710">
            <w:pPr>
              <w:spacing w:after="0" w:line="240" w:lineRule="auto"/>
            </w:pPr>
            <w:r w:rsidRPr="00652710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4240" w:rsidRPr="00652710" w:rsidTr="00652710">
        <w:trPr>
          <w:trHeight w:val="151"/>
        </w:trPr>
        <w:tc>
          <w:tcPr>
            <w:tcW w:w="328" w:type="dxa"/>
          </w:tcPr>
          <w:p w:rsidR="001F4240" w:rsidRPr="00652710" w:rsidRDefault="001F4240" w:rsidP="00652710">
            <w:pPr>
              <w:spacing w:after="0" w:line="240" w:lineRule="auto"/>
            </w:pPr>
            <w:r w:rsidRPr="00652710">
              <w:t>4</w:t>
            </w:r>
          </w:p>
        </w:tc>
        <w:tc>
          <w:tcPr>
            <w:tcW w:w="1941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710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4394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Дефисное написание наречий</w:t>
            </w:r>
          </w:p>
        </w:tc>
        <w:tc>
          <w:tcPr>
            <w:tcW w:w="1745" w:type="dxa"/>
          </w:tcPr>
          <w:p w:rsidR="001F4240" w:rsidRPr="00652710" w:rsidRDefault="001F4240" w:rsidP="00652710">
            <w:pPr>
              <w:spacing w:after="0" w:line="240" w:lineRule="auto"/>
            </w:pPr>
            <w:r w:rsidRPr="00652710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&amp;24,упр.911,192</w:t>
            </w:r>
          </w:p>
        </w:tc>
      </w:tr>
      <w:tr w:rsidR="001F4240" w:rsidRPr="00652710" w:rsidTr="00652710">
        <w:trPr>
          <w:trHeight w:val="151"/>
        </w:trPr>
        <w:tc>
          <w:tcPr>
            <w:tcW w:w="328" w:type="dxa"/>
          </w:tcPr>
          <w:p w:rsidR="001F4240" w:rsidRPr="00652710" w:rsidRDefault="001F4240" w:rsidP="00652710">
            <w:pPr>
              <w:spacing w:after="0" w:line="240" w:lineRule="auto"/>
            </w:pPr>
            <w:r w:rsidRPr="00652710">
              <w:t>5</w:t>
            </w:r>
          </w:p>
        </w:tc>
        <w:tc>
          <w:tcPr>
            <w:tcW w:w="1941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710"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  <w:tc>
          <w:tcPr>
            <w:tcW w:w="4394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Инкарвилин форма</w:t>
            </w:r>
          </w:p>
        </w:tc>
        <w:tc>
          <w:tcPr>
            <w:tcW w:w="1745" w:type="dxa"/>
          </w:tcPr>
          <w:p w:rsidR="001F4240" w:rsidRPr="00652710" w:rsidRDefault="001F4240" w:rsidP="00652710">
            <w:pPr>
              <w:spacing w:after="0" w:line="240" w:lineRule="auto"/>
            </w:pPr>
            <w:r w:rsidRPr="00652710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&amp;52,упр 226</w:t>
            </w:r>
          </w:p>
        </w:tc>
      </w:tr>
      <w:tr w:rsidR="001F4240" w:rsidRPr="00652710" w:rsidTr="00652710">
        <w:tc>
          <w:tcPr>
            <w:tcW w:w="328" w:type="dxa"/>
          </w:tcPr>
          <w:p w:rsidR="001F4240" w:rsidRPr="00652710" w:rsidRDefault="001F4240" w:rsidP="00652710">
            <w:pPr>
              <w:spacing w:after="0" w:line="240" w:lineRule="auto"/>
            </w:pPr>
            <w:r w:rsidRPr="00652710">
              <w:t>6</w:t>
            </w:r>
          </w:p>
        </w:tc>
        <w:tc>
          <w:tcPr>
            <w:tcW w:w="1941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710">
              <w:rPr>
                <w:rFonts w:ascii="Times New Roman" w:hAnsi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4394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Заготовка продуктов</w:t>
            </w:r>
          </w:p>
        </w:tc>
        <w:tc>
          <w:tcPr>
            <w:tcW w:w="1745" w:type="dxa"/>
          </w:tcPr>
          <w:p w:rsidR="001F4240" w:rsidRPr="00652710" w:rsidRDefault="001F4240" w:rsidP="00652710">
            <w:pPr>
              <w:spacing w:after="0" w:line="240" w:lineRule="auto"/>
            </w:pPr>
            <w:r w:rsidRPr="00652710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4240" w:rsidRPr="00652710" w:rsidTr="00652710">
        <w:trPr>
          <w:trHeight w:val="389"/>
        </w:trPr>
        <w:tc>
          <w:tcPr>
            <w:tcW w:w="11113" w:type="dxa"/>
            <w:gridSpan w:val="5"/>
            <w:shd w:val="clear" w:color="auto" w:fill="DBE5F1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Среда 29</w:t>
            </w:r>
            <w:r w:rsidRPr="00652710">
              <w:rPr>
                <w:rFonts w:ascii="Times New Roman" w:hAnsi="Times New Roman"/>
                <w:b/>
                <w:sz w:val="24"/>
                <w:szCs w:val="24"/>
              </w:rPr>
              <w:t>.04.2020</w:t>
            </w:r>
          </w:p>
        </w:tc>
      </w:tr>
      <w:tr w:rsidR="001F4240" w:rsidRPr="00652710" w:rsidTr="00652710">
        <w:trPr>
          <w:trHeight w:val="125"/>
        </w:trPr>
        <w:tc>
          <w:tcPr>
            <w:tcW w:w="328" w:type="dxa"/>
          </w:tcPr>
          <w:p w:rsidR="001F4240" w:rsidRPr="00652710" w:rsidRDefault="001F4240" w:rsidP="00652710">
            <w:pPr>
              <w:spacing w:after="0" w:line="240" w:lineRule="auto"/>
            </w:pPr>
            <w:r w:rsidRPr="00652710">
              <w:t>1</w:t>
            </w:r>
          </w:p>
        </w:tc>
        <w:tc>
          <w:tcPr>
            <w:tcW w:w="1941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710">
              <w:rPr>
                <w:rFonts w:ascii="Times New Roman" w:hAnsi="Times New Roman"/>
                <w:sz w:val="24"/>
                <w:szCs w:val="24"/>
              </w:rPr>
              <w:t>Русская литература</w:t>
            </w:r>
          </w:p>
        </w:tc>
        <w:tc>
          <w:tcPr>
            <w:tcW w:w="4394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В.Астафьев «Конь с розовой гривой». Изображение жизни сибирской деревни в предвоенные годы</w:t>
            </w:r>
          </w:p>
        </w:tc>
        <w:tc>
          <w:tcPr>
            <w:tcW w:w="1745" w:type="dxa"/>
          </w:tcPr>
          <w:p w:rsidR="001F4240" w:rsidRPr="00652710" w:rsidRDefault="001F4240" w:rsidP="00652710">
            <w:pPr>
              <w:spacing w:after="0" w:line="240" w:lineRule="auto"/>
            </w:pPr>
            <w:r w:rsidRPr="00652710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Подготовить ответы на вопросы, стр.231</w:t>
            </w:r>
          </w:p>
        </w:tc>
      </w:tr>
      <w:tr w:rsidR="001F4240" w:rsidRPr="00652710" w:rsidTr="00652710">
        <w:trPr>
          <w:trHeight w:val="150"/>
        </w:trPr>
        <w:tc>
          <w:tcPr>
            <w:tcW w:w="328" w:type="dxa"/>
          </w:tcPr>
          <w:p w:rsidR="001F4240" w:rsidRPr="00652710" w:rsidRDefault="001F4240" w:rsidP="00652710">
            <w:pPr>
              <w:spacing w:after="0" w:line="240" w:lineRule="auto"/>
            </w:pPr>
            <w:r w:rsidRPr="00652710">
              <w:t>2</w:t>
            </w:r>
          </w:p>
        </w:tc>
        <w:tc>
          <w:tcPr>
            <w:tcW w:w="1941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710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4394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с наречиями на –о(е)</w:t>
            </w:r>
          </w:p>
        </w:tc>
        <w:tc>
          <w:tcPr>
            <w:tcW w:w="1745" w:type="dxa"/>
          </w:tcPr>
          <w:p w:rsidR="001F4240" w:rsidRPr="00652710" w:rsidRDefault="001F4240" w:rsidP="00652710">
            <w:pPr>
              <w:spacing w:after="0" w:line="240" w:lineRule="auto"/>
            </w:pPr>
            <w:r w:rsidRPr="00652710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&amp;25, упр.198</w:t>
            </w:r>
          </w:p>
        </w:tc>
      </w:tr>
      <w:tr w:rsidR="001F4240" w:rsidRPr="00652710" w:rsidTr="00652710">
        <w:trPr>
          <w:trHeight w:val="109"/>
        </w:trPr>
        <w:tc>
          <w:tcPr>
            <w:tcW w:w="328" w:type="dxa"/>
          </w:tcPr>
          <w:p w:rsidR="001F4240" w:rsidRPr="00652710" w:rsidRDefault="001F4240" w:rsidP="00652710">
            <w:pPr>
              <w:spacing w:after="0" w:line="240" w:lineRule="auto"/>
            </w:pPr>
            <w:r w:rsidRPr="00652710">
              <w:t>3</w:t>
            </w:r>
          </w:p>
        </w:tc>
        <w:tc>
          <w:tcPr>
            <w:tcW w:w="1941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710">
              <w:rPr>
                <w:rFonts w:ascii="Times New Roman" w:hAnsi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4394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Познание . Виды познания </w:t>
            </w:r>
          </w:p>
        </w:tc>
        <w:tc>
          <w:tcPr>
            <w:tcW w:w="1745" w:type="dxa"/>
          </w:tcPr>
          <w:p w:rsidR="001F4240" w:rsidRPr="00652710" w:rsidRDefault="001F4240" w:rsidP="00652710">
            <w:pPr>
              <w:spacing w:after="0" w:line="240" w:lineRule="auto"/>
            </w:pPr>
            <w:r w:rsidRPr="00652710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710">
              <w:rPr>
                <w:rFonts w:ascii="Times New Roman" w:hAnsi="Times New Roman"/>
                <w:sz w:val="24"/>
                <w:szCs w:val="24"/>
              </w:rPr>
              <w:t>Подготовить ответы на вопросы</w:t>
            </w:r>
          </w:p>
        </w:tc>
      </w:tr>
      <w:tr w:rsidR="001F4240" w:rsidRPr="00652710" w:rsidTr="00652710">
        <w:trPr>
          <w:trHeight w:val="151"/>
        </w:trPr>
        <w:tc>
          <w:tcPr>
            <w:tcW w:w="328" w:type="dxa"/>
          </w:tcPr>
          <w:p w:rsidR="001F4240" w:rsidRPr="00652710" w:rsidRDefault="001F4240" w:rsidP="00652710">
            <w:pPr>
              <w:spacing w:after="0" w:line="240" w:lineRule="auto"/>
            </w:pPr>
            <w:r w:rsidRPr="00652710">
              <w:t>4</w:t>
            </w:r>
          </w:p>
        </w:tc>
        <w:tc>
          <w:tcPr>
            <w:tcW w:w="1941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710">
              <w:rPr>
                <w:rFonts w:ascii="Times New Roman" w:hAnsi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4394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Параллельные прямые</w:t>
            </w:r>
          </w:p>
        </w:tc>
        <w:tc>
          <w:tcPr>
            <w:tcW w:w="1745" w:type="dxa"/>
          </w:tcPr>
          <w:p w:rsidR="001F4240" w:rsidRPr="00652710" w:rsidRDefault="001F4240" w:rsidP="00652710">
            <w:pPr>
              <w:spacing w:after="0" w:line="240" w:lineRule="auto"/>
            </w:pPr>
            <w:r w:rsidRPr="00652710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№1282,1284</w:t>
            </w:r>
          </w:p>
        </w:tc>
      </w:tr>
      <w:tr w:rsidR="001F4240" w:rsidRPr="00652710" w:rsidTr="00652710">
        <w:trPr>
          <w:trHeight w:val="134"/>
        </w:trPr>
        <w:tc>
          <w:tcPr>
            <w:tcW w:w="328" w:type="dxa"/>
          </w:tcPr>
          <w:p w:rsidR="001F4240" w:rsidRPr="00652710" w:rsidRDefault="001F4240" w:rsidP="00652710">
            <w:pPr>
              <w:spacing w:after="0" w:line="240" w:lineRule="auto"/>
            </w:pPr>
            <w:r w:rsidRPr="00652710">
              <w:t>5</w:t>
            </w:r>
          </w:p>
        </w:tc>
        <w:tc>
          <w:tcPr>
            <w:tcW w:w="1941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710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4394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Равномерный бег .Развитие выносливости</w:t>
            </w:r>
          </w:p>
        </w:tc>
        <w:tc>
          <w:tcPr>
            <w:tcW w:w="1745" w:type="dxa"/>
          </w:tcPr>
          <w:p w:rsidR="001F4240" w:rsidRPr="00652710" w:rsidRDefault="001F4240" w:rsidP="00652710">
            <w:pPr>
              <w:spacing w:after="0" w:line="240" w:lineRule="auto"/>
            </w:pPr>
            <w:r w:rsidRPr="00652710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710">
              <w:rPr>
                <w:rFonts w:ascii="Times New Roman" w:hAnsi="Times New Roman"/>
                <w:sz w:val="24"/>
                <w:szCs w:val="24"/>
              </w:rPr>
              <w:t>Выполнить тренировочные задания на РЭШ</w:t>
            </w:r>
          </w:p>
        </w:tc>
      </w:tr>
      <w:tr w:rsidR="001F4240" w:rsidRPr="00652710" w:rsidTr="00652710">
        <w:trPr>
          <w:trHeight w:val="125"/>
        </w:trPr>
        <w:tc>
          <w:tcPr>
            <w:tcW w:w="328" w:type="dxa"/>
          </w:tcPr>
          <w:p w:rsidR="001F4240" w:rsidRPr="00652710" w:rsidRDefault="001F4240" w:rsidP="00652710">
            <w:pPr>
              <w:spacing w:after="0" w:line="240" w:lineRule="auto"/>
            </w:pPr>
            <w:r w:rsidRPr="00652710">
              <w:t>6</w:t>
            </w:r>
          </w:p>
        </w:tc>
        <w:tc>
          <w:tcPr>
            <w:tcW w:w="1941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5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4240" w:rsidRPr="00652710" w:rsidTr="00652710">
        <w:trPr>
          <w:trHeight w:val="413"/>
        </w:trPr>
        <w:tc>
          <w:tcPr>
            <w:tcW w:w="11113" w:type="dxa"/>
            <w:gridSpan w:val="5"/>
            <w:shd w:val="clear" w:color="auto" w:fill="DBE5F1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Четверг </w:t>
            </w:r>
            <w:r w:rsidRPr="0065271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652710">
              <w:rPr>
                <w:rFonts w:ascii="Times New Roman" w:hAnsi="Times New Roman"/>
                <w:b/>
                <w:sz w:val="24"/>
                <w:szCs w:val="24"/>
              </w:rPr>
              <w:t>.04.2020</w:t>
            </w:r>
          </w:p>
        </w:tc>
      </w:tr>
      <w:tr w:rsidR="001F4240" w:rsidRPr="00652710" w:rsidTr="00652710">
        <w:trPr>
          <w:trHeight w:val="150"/>
        </w:trPr>
        <w:tc>
          <w:tcPr>
            <w:tcW w:w="328" w:type="dxa"/>
          </w:tcPr>
          <w:p w:rsidR="001F4240" w:rsidRPr="00652710" w:rsidRDefault="001F4240" w:rsidP="00652710">
            <w:pPr>
              <w:spacing w:after="0" w:line="240" w:lineRule="auto"/>
            </w:pPr>
            <w:r w:rsidRPr="00652710">
              <w:t>1</w:t>
            </w:r>
          </w:p>
        </w:tc>
        <w:tc>
          <w:tcPr>
            <w:tcW w:w="1941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710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4394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Выражаем удивление и интерес</w:t>
            </w:r>
          </w:p>
        </w:tc>
        <w:tc>
          <w:tcPr>
            <w:tcW w:w="1745" w:type="dxa"/>
          </w:tcPr>
          <w:p w:rsidR="001F4240" w:rsidRPr="00652710" w:rsidRDefault="001F4240" w:rsidP="00652710">
            <w:pPr>
              <w:spacing w:after="0" w:line="240" w:lineRule="auto"/>
            </w:pPr>
            <w:r w:rsidRPr="00652710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8,9,10, правило</w:t>
            </w:r>
          </w:p>
        </w:tc>
      </w:tr>
      <w:tr w:rsidR="001F4240" w:rsidRPr="00652710" w:rsidTr="00652710">
        <w:trPr>
          <w:trHeight w:val="109"/>
        </w:trPr>
        <w:tc>
          <w:tcPr>
            <w:tcW w:w="328" w:type="dxa"/>
          </w:tcPr>
          <w:p w:rsidR="001F4240" w:rsidRPr="00652710" w:rsidRDefault="001F4240" w:rsidP="00652710">
            <w:pPr>
              <w:spacing w:after="0" w:line="240" w:lineRule="auto"/>
            </w:pPr>
            <w:r w:rsidRPr="00652710">
              <w:t>2</w:t>
            </w:r>
          </w:p>
        </w:tc>
        <w:tc>
          <w:tcPr>
            <w:tcW w:w="1941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710">
              <w:rPr>
                <w:rFonts w:ascii="Times New Roman" w:hAnsi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4394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Параллельные прямые </w:t>
            </w:r>
          </w:p>
        </w:tc>
        <w:tc>
          <w:tcPr>
            <w:tcW w:w="1745" w:type="dxa"/>
          </w:tcPr>
          <w:p w:rsidR="001F4240" w:rsidRPr="00652710" w:rsidRDefault="001F4240" w:rsidP="00652710">
            <w:pPr>
              <w:spacing w:after="0" w:line="240" w:lineRule="auto"/>
            </w:pPr>
            <w:r w:rsidRPr="00652710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№1288,1293</w:t>
            </w:r>
          </w:p>
        </w:tc>
      </w:tr>
      <w:tr w:rsidR="001F4240" w:rsidRPr="00652710" w:rsidTr="00652710">
        <w:trPr>
          <w:trHeight w:val="151"/>
        </w:trPr>
        <w:tc>
          <w:tcPr>
            <w:tcW w:w="328" w:type="dxa"/>
          </w:tcPr>
          <w:p w:rsidR="001F4240" w:rsidRPr="00652710" w:rsidRDefault="001F4240" w:rsidP="00652710">
            <w:pPr>
              <w:spacing w:after="0" w:line="240" w:lineRule="auto"/>
            </w:pPr>
            <w:r w:rsidRPr="00652710">
              <w:t>3</w:t>
            </w:r>
          </w:p>
        </w:tc>
        <w:tc>
          <w:tcPr>
            <w:tcW w:w="1941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710">
              <w:rPr>
                <w:rFonts w:ascii="Times New Roman" w:hAnsi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4394" w:type="dxa"/>
          </w:tcPr>
          <w:p w:rsidR="001F4240" w:rsidRPr="00E7369F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культуры в русских землях во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половине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XIII</w:t>
            </w:r>
            <w:r w:rsidRPr="00E7369F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XIV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вв.</w:t>
            </w:r>
          </w:p>
        </w:tc>
        <w:tc>
          <w:tcPr>
            <w:tcW w:w="1745" w:type="dxa"/>
          </w:tcPr>
          <w:p w:rsidR="001F4240" w:rsidRPr="00652710" w:rsidRDefault="001F4240" w:rsidP="00652710">
            <w:pPr>
              <w:spacing w:after="0" w:line="240" w:lineRule="auto"/>
            </w:pPr>
            <w:r w:rsidRPr="00652710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710">
              <w:rPr>
                <w:rFonts w:ascii="Times New Roman" w:hAnsi="Times New Roman"/>
                <w:sz w:val="24"/>
                <w:szCs w:val="24"/>
                <w:lang w:val="en-US"/>
              </w:rPr>
              <w:t>&amp;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652710">
              <w:rPr>
                <w:rFonts w:ascii="Times New Roman" w:hAnsi="Times New Roman"/>
                <w:sz w:val="24"/>
                <w:szCs w:val="24"/>
              </w:rPr>
              <w:t>, ответы на вопросы</w:t>
            </w:r>
          </w:p>
        </w:tc>
      </w:tr>
      <w:tr w:rsidR="001F4240" w:rsidRPr="00652710" w:rsidTr="00652710">
        <w:trPr>
          <w:trHeight w:val="134"/>
        </w:trPr>
        <w:tc>
          <w:tcPr>
            <w:tcW w:w="328" w:type="dxa"/>
          </w:tcPr>
          <w:p w:rsidR="001F4240" w:rsidRPr="00652710" w:rsidRDefault="001F4240" w:rsidP="00652710">
            <w:pPr>
              <w:spacing w:after="0" w:line="240" w:lineRule="auto"/>
            </w:pPr>
            <w:r w:rsidRPr="00652710">
              <w:t>4</w:t>
            </w:r>
          </w:p>
        </w:tc>
        <w:tc>
          <w:tcPr>
            <w:tcW w:w="1941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710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4394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не и ни в отрицательных наречиях</w:t>
            </w:r>
          </w:p>
        </w:tc>
        <w:tc>
          <w:tcPr>
            <w:tcW w:w="1745" w:type="dxa"/>
          </w:tcPr>
          <w:p w:rsidR="001F4240" w:rsidRPr="00652710" w:rsidRDefault="001F4240" w:rsidP="00652710">
            <w:pPr>
              <w:spacing w:after="0" w:line="240" w:lineRule="auto"/>
            </w:pPr>
            <w:r w:rsidRPr="00652710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Упр.201,203, </w:t>
            </w:r>
            <w:r w:rsidRPr="00743468">
              <w:rPr>
                <w:rFonts w:ascii="Times New Roman" w:hAnsi="Times New Roman"/>
                <w:sz w:val="24"/>
                <w:szCs w:val="24"/>
              </w:rPr>
              <w:t>&amp;2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1F4240" w:rsidRPr="00652710" w:rsidTr="00652710">
        <w:trPr>
          <w:trHeight w:val="151"/>
        </w:trPr>
        <w:tc>
          <w:tcPr>
            <w:tcW w:w="328" w:type="dxa"/>
          </w:tcPr>
          <w:p w:rsidR="001F4240" w:rsidRPr="00652710" w:rsidRDefault="001F4240" w:rsidP="00652710">
            <w:pPr>
              <w:spacing w:after="0" w:line="240" w:lineRule="auto"/>
            </w:pPr>
            <w:r w:rsidRPr="00652710">
              <w:t>5</w:t>
            </w:r>
          </w:p>
        </w:tc>
        <w:tc>
          <w:tcPr>
            <w:tcW w:w="1941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710">
              <w:rPr>
                <w:rFonts w:ascii="Times New Roman" w:hAnsi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4394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«Соло и тути</w:t>
            </w:r>
            <w:r w:rsidRPr="0065271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45" w:type="dxa"/>
          </w:tcPr>
          <w:p w:rsidR="001F4240" w:rsidRPr="00652710" w:rsidRDefault="001F4240" w:rsidP="00652710">
            <w:pPr>
              <w:spacing w:after="0" w:line="240" w:lineRule="auto"/>
            </w:pPr>
            <w:r w:rsidRPr="00652710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Ю.Этин «Дорога добра</w:t>
            </w:r>
            <w:r w:rsidRPr="0065271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1F4240" w:rsidRPr="00652710" w:rsidTr="00652710">
        <w:trPr>
          <w:trHeight w:val="125"/>
        </w:trPr>
        <w:tc>
          <w:tcPr>
            <w:tcW w:w="328" w:type="dxa"/>
          </w:tcPr>
          <w:p w:rsidR="001F4240" w:rsidRPr="00652710" w:rsidRDefault="001F4240" w:rsidP="00652710">
            <w:pPr>
              <w:spacing w:after="0" w:line="240" w:lineRule="auto"/>
            </w:pPr>
            <w:r w:rsidRPr="00652710">
              <w:t>6</w:t>
            </w:r>
          </w:p>
        </w:tc>
        <w:tc>
          <w:tcPr>
            <w:tcW w:w="1941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710">
              <w:rPr>
                <w:rFonts w:ascii="Times New Roman" w:hAnsi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4394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по разделу «Кулинария»</w:t>
            </w:r>
          </w:p>
        </w:tc>
        <w:tc>
          <w:tcPr>
            <w:tcW w:w="1745" w:type="dxa"/>
          </w:tcPr>
          <w:p w:rsidR="001F4240" w:rsidRPr="00652710" w:rsidRDefault="001F4240" w:rsidP="00652710">
            <w:pPr>
              <w:spacing w:after="0" w:line="240" w:lineRule="auto"/>
            </w:pPr>
            <w:r w:rsidRPr="00652710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4240" w:rsidRPr="00652710" w:rsidTr="00652710">
        <w:trPr>
          <w:trHeight w:val="391"/>
        </w:trPr>
        <w:tc>
          <w:tcPr>
            <w:tcW w:w="11113" w:type="dxa"/>
            <w:gridSpan w:val="5"/>
            <w:shd w:val="clear" w:color="auto" w:fill="DBE5F1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Пятница  01.05</w:t>
            </w:r>
            <w:r w:rsidRPr="00652710">
              <w:rPr>
                <w:rFonts w:ascii="Times New Roman" w:hAnsi="Times New Roman"/>
                <w:b/>
                <w:sz w:val="24"/>
                <w:szCs w:val="24"/>
              </w:rPr>
              <w:t>.2020</w:t>
            </w:r>
          </w:p>
        </w:tc>
      </w:tr>
      <w:tr w:rsidR="001F4240" w:rsidRPr="00652710" w:rsidTr="00652710">
        <w:trPr>
          <w:trHeight w:val="134"/>
        </w:trPr>
        <w:tc>
          <w:tcPr>
            <w:tcW w:w="328" w:type="dxa"/>
          </w:tcPr>
          <w:p w:rsidR="001F4240" w:rsidRPr="00652710" w:rsidRDefault="001F4240" w:rsidP="00652710">
            <w:pPr>
              <w:spacing w:after="0" w:line="240" w:lineRule="auto"/>
            </w:pPr>
            <w:r w:rsidRPr="00652710">
              <w:t>1</w:t>
            </w:r>
          </w:p>
        </w:tc>
        <w:tc>
          <w:tcPr>
            <w:tcW w:w="1941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710">
              <w:rPr>
                <w:rFonts w:ascii="Times New Roman" w:hAnsi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4394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:rsidR="001F4240" w:rsidRPr="00652710" w:rsidRDefault="001F4240" w:rsidP="00652710">
            <w:pPr>
              <w:spacing w:after="0" w:line="240" w:lineRule="auto"/>
            </w:pPr>
          </w:p>
        </w:tc>
        <w:tc>
          <w:tcPr>
            <w:tcW w:w="2705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4240" w:rsidRPr="00652710" w:rsidTr="00652710">
        <w:trPr>
          <w:trHeight w:val="151"/>
        </w:trPr>
        <w:tc>
          <w:tcPr>
            <w:tcW w:w="328" w:type="dxa"/>
          </w:tcPr>
          <w:p w:rsidR="001F4240" w:rsidRPr="00652710" w:rsidRDefault="001F4240" w:rsidP="00652710">
            <w:pPr>
              <w:spacing w:after="0" w:line="240" w:lineRule="auto"/>
            </w:pPr>
            <w:r w:rsidRPr="00652710">
              <w:t>2</w:t>
            </w:r>
          </w:p>
        </w:tc>
        <w:tc>
          <w:tcPr>
            <w:tcW w:w="1941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710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4394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:rsidR="001F4240" w:rsidRPr="00652710" w:rsidRDefault="001F4240" w:rsidP="00652710">
            <w:pPr>
              <w:spacing w:after="0" w:line="240" w:lineRule="auto"/>
            </w:pPr>
          </w:p>
        </w:tc>
        <w:tc>
          <w:tcPr>
            <w:tcW w:w="2705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4240" w:rsidRPr="00652710" w:rsidTr="00652710">
        <w:trPr>
          <w:trHeight w:val="151"/>
        </w:trPr>
        <w:tc>
          <w:tcPr>
            <w:tcW w:w="328" w:type="dxa"/>
          </w:tcPr>
          <w:p w:rsidR="001F4240" w:rsidRPr="00652710" w:rsidRDefault="001F4240" w:rsidP="00652710">
            <w:pPr>
              <w:spacing w:after="0" w:line="240" w:lineRule="auto"/>
            </w:pPr>
            <w:r w:rsidRPr="00652710">
              <w:t>3</w:t>
            </w:r>
          </w:p>
        </w:tc>
        <w:tc>
          <w:tcPr>
            <w:tcW w:w="1941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710">
              <w:rPr>
                <w:rFonts w:ascii="Times New Roman" w:hAnsi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4394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:rsidR="001F4240" w:rsidRPr="00652710" w:rsidRDefault="001F4240" w:rsidP="00652710">
            <w:pPr>
              <w:spacing w:after="0" w:line="240" w:lineRule="auto"/>
            </w:pPr>
          </w:p>
        </w:tc>
        <w:tc>
          <w:tcPr>
            <w:tcW w:w="2705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4240" w:rsidRPr="00652710" w:rsidTr="00652710">
        <w:trPr>
          <w:trHeight w:val="151"/>
        </w:trPr>
        <w:tc>
          <w:tcPr>
            <w:tcW w:w="328" w:type="dxa"/>
          </w:tcPr>
          <w:p w:rsidR="001F4240" w:rsidRPr="00652710" w:rsidRDefault="001F4240" w:rsidP="00652710">
            <w:pPr>
              <w:spacing w:after="0" w:line="240" w:lineRule="auto"/>
            </w:pPr>
            <w:r w:rsidRPr="00652710">
              <w:t>4</w:t>
            </w:r>
          </w:p>
        </w:tc>
        <w:tc>
          <w:tcPr>
            <w:tcW w:w="1941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710">
              <w:rPr>
                <w:rFonts w:ascii="Times New Roman" w:hAnsi="Times New Roman"/>
                <w:sz w:val="24"/>
                <w:szCs w:val="24"/>
              </w:rPr>
              <w:t xml:space="preserve">Русская литература </w:t>
            </w:r>
          </w:p>
        </w:tc>
        <w:tc>
          <w:tcPr>
            <w:tcW w:w="4394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:rsidR="001F4240" w:rsidRPr="00652710" w:rsidRDefault="001F4240" w:rsidP="00652710">
            <w:pPr>
              <w:spacing w:after="0" w:line="240" w:lineRule="auto"/>
            </w:pPr>
          </w:p>
        </w:tc>
        <w:tc>
          <w:tcPr>
            <w:tcW w:w="2705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4240" w:rsidRPr="00652710" w:rsidTr="00652710">
        <w:trPr>
          <w:trHeight w:val="125"/>
        </w:trPr>
        <w:tc>
          <w:tcPr>
            <w:tcW w:w="328" w:type="dxa"/>
          </w:tcPr>
          <w:p w:rsidR="001F4240" w:rsidRPr="00652710" w:rsidRDefault="001F4240" w:rsidP="00652710">
            <w:pPr>
              <w:spacing w:after="0" w:line="240" w:lineRule="auto"/>
            </w:pPr>
            <w:r w:rsidRPr="00652710">
              <w:t>5</w:t>
            </w:r>
          </w:p>
        </w:tc>
        <w:tc>
          <w:tcPr>
            <w:tcW w:w="1941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710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4394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:rsidR="001F4240" w:rsidRPr="00652710" w:rsidRDefault="001F4240" w:rsidP="00652710">
            <w:pPr>
              <w:spacing w:after="0" w:line="240" w:lineRule="auto"/>
            </w:pPr>
          </w:p>
        </w:tc>
        <w:tc>
          <w:tcPr>
            <w:tcW w:w="2705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4240" w:rsidRPr="00652710" w:rsidTr="00652710">
        <w:trPr>
          <w:trHeight w:val="151"/>
        </w:trPr>
        <w:tc>
          <w:tcPr>
            <w:tcW w:w="328" w:type="dxa"/>
          </w:tcPr>
          <w:p w:rsidR="001F4240" w:rsidRPr="00652710" w:rsidRDefault="001F4240" w:rsidP="00652710">
            <w:pPr>
              <w:spacing w:after="0" w:line="240" w:lineRule="auto"/>
            </w:pPr>
            <w:r w:rsidRPr="00652710">
              <w:t>6</w:t>
            </w:r>
          </w:p>
        </w:tc>
        <w:tc>
          <w:tcPr>
            <w:tcW w:w="1941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5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4240" w:rsidRPr="00652710" w:rsidTr="00652710">
        <w:trPr>
          <w:trHeight w:val="406"/>
        </w:trPr>
        <w:tc>
          <w:tcPr>
            <w:tcW w:w="11113" w:type="dxa"/>
            <w:gridSpan w:val="5"/>
            <w:shd w:val="clear" w:color="auto" w:fill="DBE5F1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Суббота 02.05</w:t>
            </w:r>
            <w:r w:rsidRPr="00652710">
              <w:rPr>
                <w:rFonts w:ascii="Times New Roman" w:hAnsi="Times New Roman"/>
                <w:b/>
                <w:sz w:val="24"/>
                <w:szCs w:val="24"/>
              </w:rPr>
              <w:t>.2020</w:t>
            </w:r>
          </w:p>
        </w:tc>
      </w:tr>
      <w:tr w:rsidR="001F4240" w:rsidRPr="00652710" w:rsidTr="00652710">
        <w:trPr>
          <w:trHeight w:val="134"/>
        </w:trPr>
        <w:tc>
          <w:tcPr>
            <w:tcW w:w="328" w:type="dxa"/>
          </w:tcPr>
          <w:p w:rsidR="001F4240" w:rsidRPr="00652710" w:rsidRDefault="001F4240" w:rsidP="00652710">
            <w:pPr>
              <w:spacing w:after="0" w:line="240" w:lineRule="auto"/>
            </w:pPr>
            <w:r w:rsidRPr="00652710">
              <w:t>1</w:t>
            </w:r>
          </w:p>
        </w:tc>
        <w:tc>
          <w:tcPr>
            <w:tcW w:w="1941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710">
              <w:rPr>
                <w:rFonts w:ascii="Times New Roman" w:hAnsi="Times New Roman"/>
                <w:sz w:val="24"/>
                <w:szCs w:val="24"/>
              </w:rPr>
              <w:t>Русская литература</w:t>
            </w:r>
          </w:p>
        </w:tc>
        <w:tc>
          <w:tcPr>
            <w:tcW w:w="4394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71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45" w:type="dxa"/>
          </w:tcPr>
          <w:p w:rsidR="001F4240" w:rsidRPr="00652710" w:rsidRDefault="001F4240" w:rsidP="00652710">
            <w:pPr>
              <w:spacing w:after="0" w:line="240" w:lineRule="auto"/>
            </w:pPr>
          </w:p>
        </w:tc>
        <w:tc>
          <w:tcPr>
            <w:tcW w:w="2705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4240" w:rsidRPr="00652710" w:rsidTr="00652710">
        <w:trPr>
          <w:trHeight w:val="125"/>
        </w:trPr>
        <w:tc>
          <w:tcPr>
            <w:tcW w:w="328" w:type="dxa"/>
          </w:tcPr>
          <w:p w:rsidR="001F4240" w:rsidRPr="00652710" w:rsidRDefault="001F4240" w:rsidP="00652710">
            <w:pPr>
              <w:spacing w:after="0" w:line="240" w:lineRule="auto"/>
            </w:pPr>
            <w:r w:rsidRPr="00652710">
              <w:t>2</w:t>
            </w:r>
          </w:p>
        </w:tc>
        <w:tc>
          <w:tcPr>
            <w:tcW w:w="1941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710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4394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:rsidR="001F4240" w:rsidRPr="00652710" w:rsidRDefault="001F4240" w:rsidP="00652710">
            <w:pPr>
              <w:spacing w:after="0" w:line="240" w:lineRule="auto"/>
            </w:pPr>
          </w:p>
        </w:tc>
        <w:tc>
          <w:tcPr>
            <w:tcW w:w="2705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4240" w:rsidRPr="00652710" w:rsidTr="00652710">
        <w:trPr>
          <w:trHeight w:val="134"/>
        </w:trPr>
        <w:tc>
          <w:tcPr>
            <w:tcW w:w="328" w:type="dxa"/>
          </w:tcPr>
          <w:p w:rsidR="001F4240" w:rsidRPr="00652710" w:rsidRDefault="001F4240" w:rsidP="00652710">
            <w:pPr>
              <w:spacing w:after="0" w:line="240" w:lineRule="auto"/>
            </w:pPr>
            <w:r w:rsidRPr="00652710">
              <w:t>3</w:t>
            </w:r>
          </w:p>
        </w:tc>
        <w:tc>
          <w:tcPr>
            <w:tcW w:w="1941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710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4394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:rsidR="001F4240" w:rsidRPr="00652710" w:rsidRDefault="001F4240" w:rsidP="00652710">
            <w:pPr>
              <w:spacing w:after="0" w:line="240" w:lineRule="auto"/>
            </w:pPr>
          </w:p>
        </w:tc>
        <w:tc>
          <w:tcPr>
            <w:tcW w:w="2705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4240" w:rsidRPr="00652710" w:rsidTr="00652710">
        <w:trPr>
          <w:trHeight w:val="125"/>
        </w:trPr>
        <w:tc>
          <w:tcPr>
            <w:tcW w:w="328" w:type="dxa"/>
          </w:tcPr>
          <w:p w:rsidR="001F4240" w:rsidRPr="00652710" w:rsidRDefault="001F4240" w:rsidP="00652710">
            <w:pPr>
              <w:spacing w:after="0" w:line="240" w:lineRule="auto"/>
            </w:pPr>
            <w:r w:rsidRPr="00652710">
              <w:t>4</w:t>
            </w:r>
          </w:p>
        </w:tc>
        <w:tc>
          <w:tcPr>
            <w:tcW w:w="1941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710">
              <w:rPr>
                <w:rFonts w:ascii="Times New Roman" w:hAnsi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4394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:rsidR="001F4240" w:rsidRPr="00652710" w:rsidRDefault="001F4240" w:rsidP="00652710">
            <w:pPr>
              <w:spacing w:after="0" w:line="240" w:lineRule="auto"/>
            </w:pPr>
          </w:p>
        </w:tc>
        <w:tc>
          <w:tcPr>
            <w:tcW w:w="2705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4240" w:rsidRPr="00652710" w:rsidTr="00652710">
        <w:trPr>
          <w:trHeight w:val="134"/>
        </w:trPr>
        <w:tc>
          <w:tcPr>
            <w:tcW w:w="328" w:type="dxa"/>
          </w:tcPr>
          <w:p w:rsidR="001F4240" w:rsidRPr="00652710" w:rsidRDefault="001F4240" w:rsidP="00652710">
            <w:pPr>
              <w:spacing w:after="0" w:line="240" w:lineRule="auto"/>
            </w:pPr>
            <w:r w:rsidRPr="00652710">
              <w:t>5</w:t>
            </w:r>
          </w:p>
        </w:tc>
        <w:tc>
          <w:tcPr>
            <w:tcW w:w="1941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710">
              <w:rPr>
                <w:rFonts w:ascii="Times New Roman" w:hAnsi="Times New Roman"/>
                <w:sz w:val="24"/>
                <w:szCs w:val="24"/>
              </w:rPr>
              <w:t>ИЗО</w:t>
            </w:r>
          </w:p>
        </w:tc>
        <w:tc>
          <w:tcPr>
            <w:tcW w:w="4394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:rsidR="001F4240" w:rsidRPr="00652710" w:rsidRDefault="001F4240" w:rsidP="00652710">
            <w:pPr>
              <w:spacing w:after="0" w:line="240" w:lineRule="auto"/>
            </w:pPr>
          </w:p>
        </w:tc>
        <w:tc>
          <w:tcPr>
            <w:tcW w:w="2705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4240" w:rsidRPr="00652710" w:rsidTr="00652710">
        <w:trPr>
          <w:trHeight w:val="125"/>
        </w:trPr>
        <w:tc>
          <w:tcPr>
            <w:tcW w:w="328" w:type="dxa"/>
          </w:tcPr>
          <w:p w:rsidR="001F4240" w:rsidRPr="00652710" w:rsidRDefault="001F4240" w:rsidP="00652710">
            <w:pPr>
              <w:spacing w:after="0" w:line="240" w:lineRule="auto"/>
            </w:pPr>
            <w:r w:rsidRPr="00652710">
              <w:t>6</w:t>
            </w:r>
          </w:p>
        </w:tc>
        <w:tc>
          <w:tcPr>
            <w:tcW w:w="1941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5" w:type="dxa"/>
          </w:tcPr>
          <w:p w:rsidR="001F4240" w:rsidRPr="00652710" w:rsidRDefault="001F4240" w:rsidP="0065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F4240" w:rsidRDefault="001F4240" w:rsidP="00760CD4">
      <w:pPr>
        <w:ind w:left="-284" w:firstLine="284"/>
      </w:pPr>
    </w:p>
    <w:p w:rsidR="001F4240" w:rsidRDefault="001F4240" w:rsidP="00760CD4">
      <w:pPr>
        <w:ind w:left="-284" w:firstLine="284"/>
      </w:pPr>
    </w:p>
    <w:p w:rsidR="001F4240" w:rsidRDefault="001F4240" w:rsidP="00760CD4">
      <w:pPr>
        <w:ind w:left="-284" w:firstLine="284"/>
      </w:pPr>
    </w:p>
    <w:p w:rsidR="001F4240" w:rsidRDefault="001F4240" w:rsidP="00760CD4">
      <w:pPr>
        <w:ind w:left="-284" w:firstLine="284"/>
      </w:pPr>
    </w:p>
    <w:p w:rsidR="001F4240" w:rsidRDefault="001F4240" w:rsidP="00760CD4">
      <w:pPr>
        <w:ind w:left="-284" w:firstLine="284"/>
      </w:pPr>
    </w:p>
    <w:p w:rsidR="001F4240" w:rsidRDefault="001F4240" w:rsidP="00760CD4">
      <w:pPr>
        <w:ind w:left="-284" w:firstLine="284"/>
      </w:pPr>
    </w:p>
    <w:p w:rsidR="001F4240" w:rsidRDefault="001F4240" w:rsidP="00760CD4">
      <w:pPr>
        <w:ind w:left="-284" w:firstLine="284"/>
      </w:pPr>
    </w:p>
    <w:p w:rsidR="001F4240" w:rsidRDefault="001F4240" w:rsidP="00760CD4">
      <w:pPr>
        <w:ind w:left="-284" w:firstLine="284"/>
      </w:pPr>
    </w:p>
    <w:p w:rsidR="001F4240" w:rsidRDefault="001F4240" w:rsidP="00760CD4">
      <w:pPr>
        <w:ind w:left="-284" w:firstLine="284"/>
      </w:pPr>
    </w:p>
    <w:p w:rsidR="001F4240" w:rsidRDefault="001F4240" w:rsidP="00760CD4">
      <w:pPr>
        <w:ind w:left="-284" w:firstLine="284"/>
      </w:pPr>
    </w:p>
    <w:p w:rsidR="001F4240" w:rsidRDefault="001F4240" w:rsidP="00760CD4">
      <w:pPr>
        <w:ind w:left="-284" w:firstLine="284"/>
      </w:pPr>
    </w:p>
    <w:p w:rsidR="001F4240" w:rsidRDefault="001F4240" w:rsidP="00760CD4">
      <w:pPr>
        <w:ind w:left="-284" w:firstLine="284"/>
      </w:pPr>
    </w:p>
    <w:p w:rsidR="001F4240" w:rsidRDefault="001F4240" w:rsidP="00760CD4">
      <w:pPr>
        <w:ind w:left="-284" w:firstLine="284"/>
      </w:pPr>
    </w:p>
    <w:sectPr w:rsidR="001F4240" w:rsidSect="00390D87">
      <w:pgSz w:w="11906" w:h="16838"/>
      <w:pgMar w:top="28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D31A9"/>
    <w:multiLevelType w:val="multilevel"/>
    <w:tmpl w:val="D48A5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83D1954"/>
    <w:multiLevelType w:val="multilevel"/>
    <w:tmpl w:val="E4C05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2EC7397"/>
    <w:multiLevelType w:val="multilevel"/>
    <w:tmpl w:val="67386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256E"/>
    <w:rsid w:val="00010EFF"/>
    <w:rsid w:val="00071A97"/>
    <w:rsid w:val="0009041D"/>
    <w:rsid w:val="000C182C"/>
    <w:rsid w:val="000E768F"/>
    <w:rsid w:val="00112E09"/>
    <w:rsid w:val="001204CF"/>
    <w:rsid w:val="001204D1"/>
    <w:rsid w:val="001B3C27"/>
    <w:rsid w:val="001B68CC"/>
    <w:rsid w:val="001E2992"/>
    <w:rsid w:val="001F3417"/>
    <w:rsid w:val="001F4240"/>
    <w:rsid w:val="00223104"/>
    <w:rsid w:val="00225ADA"/>
    <w:rsid w:val="002459CC"/>
    <w:rsid w:val="0026695D"/>
    <w:rsid w:val="00266BE6"/>
    <w:rsid w:val="002C454B"/>
    <w:rsid w:val="002E2FF6"/>
    <w:rsid w:val="003308A8"/>
    <w:rsid w:val="00354435"/>
    <w:rsid w:val="00384567"/>
    <w:rsid w:val="00390D87"/>
    <w:rsid w:val="003A70B2"/>
    <w:rsid w:val="003C09DA"/>
    <w:rsid w:val="003D182E"/>
    <w:rsid w:val="003D1D1C"/>
    <w:rsid w:val="003E3691"/>
    <w:rsid w:val="00434169"/>
    <w:rsid w:val="004A02FF"/>
    <w:rsid w:val="004E2E5B"/>
    <w:rsid w:val="0056256E"/>
    <w:rsid w:val="0058157B"/>
    <w:rsid w:val="0059351D"/>
    <w:rsid w:val="005B1EAC"/>
    <w:rsid w:val="006440B6"/>
    <w:rsid w:val="00652710"/>
    <w:rsid w:val="00675BB9"/>
    <w:rsid w:val="0068403A"/>
    <w:rsid w:val="00734FAF"/>
    <w:rsid w:val="00743468"/>
    <w:rsid w:val="00750EC9"/>
    <w:rsid w:val="00760408"/>
    <w:rsid w:val="00760CD4"/>
    <w:rsid w:val="00772C57"/>
    <w:rsid w:val="00782885"/>
    <w:rsid w:val="0082085D"/>
    <w:rsid w:val="0086602A"/>
    <w:rsid w:val="00873291"/>
    <w:rsid w:val="008C10DC"/>
    <w:rsid w:val="008D229B"/>
    <w:rsid w:val="0090114B"/>
    <w:rsid w:val="00964F5F"/>
    <w:rsid w:val="00973830"/>
    <w:rsid w:val="009C6718"/>
    <w:rsid w:val="009F28F1"/>
    <w:rsid w:val="009F4955"/>
    <w:rsid w:val="00A01690"/>
    <w:rsid w:val="00AA5B15"/>
    <w:rsid w:val="00AB287A"/>
    <w:rsid w:val="00BD0B3E"/>
    <w:rsid w:val="00C310D7"/>
    <w:rsid w:val="00CC54AB"/>
    <w:rsid w:val="00D21B08"/>
    <w:rsid w:val="00D27C6B"/>
    <w:rsid w:val="00D778DC"/>
    <w:rsid w:val="00DB1E38"/>
    <w:rsid w:val="00DF65D8"/>
    <w:rsid w:val="00E47D49"/>
    <w:rsid w:val="00E6501F"/>
    <w:rsid w:val="00E71634"/>
    <w:rsid w:val="00E7369F"/>
    <w:rsid w:val="00E772BE"/>
    <w:rsid w:val="00EA2007"/>
    <w:rsid w:val="00EC42E2"/>
    <w:rsid w:val="00ED1E69"/>
    <w:rsid w:val="00ED3777"/>
    <w:rsid w:val="00F855E4"/>
    <w:rsid w:val="00FE5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768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60CD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3308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308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644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644758">
          <w:marLeft w:val="0"/>
          <w:marRight w:val="0"/>
          <w:marTop w:val="4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644753">
              <w:marLeft w:val="0"/>
              <w:marRight w:val="0"/>
              <w:marTop w:val="25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6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64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64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64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644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830</TotalTime>
  <Pages>2</Pages>
  <Words>355</Words>
  <Characters>2026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999</dc:creator>
  <cp:keywords/>
  <dc:description/>
  <cp:lastModifiedBy>user</cp:lastModifiedBy>
  <cp:revision>69</cp:revision>
  <cp:lastPrinted>2020-04-10T07:08:00Z</cp:lastPrinted>
  <dcterms:created xsi:type="dcterms:W3CDTF">2020-04-08T20:16:00Z</dcterms:created>
  <dcterms:modified xsi:type="dcterms:W3CDTF">2020-04-27T07:07:00Z</dcterms:modified>
</cp:coreProperties>
</file>